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 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díla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budoucího díla, zejména s obsahem smluv, apod.;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díla včetně vypracování návrhů na řešení vzniklých problémů;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díla v tištěné podobě a v elektronické podobě a jejich předání příkazci.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díla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díla včetně vyhotovení protokolárního zápisu;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díla) ze smlouvy o dílo se zhotovitelem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díla uložených kontrolními orgány či jinými oprávněnými orgány;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autorského dozoru a jejich archivace;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díla, které budou v dalším postupu prací zakryty nebo znepřístupněny;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a pořádku na staveništi;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díla při provádění opatření na odvrácení nebo omezení škod při ohrožení díla živelnými událostmi;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>
      <w:pPr>
        <w:pStyle w:val="Normal"/>
        <w:numPr>
          <w:ilvl w:val="1"/>
          <w:numId w:val="1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1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díla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díla;</w:t>
      </w:r>
    </w:p>
    <w:p>
      <w:pPr>
        <w:pStyle w:val="Normal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díla a zabezpečení jejího případného doplnění a její archivace;</w:t>
      </w:r>
    </w:p>
    <w:p>
      <w:pPr>
        <w:pStyle w:val="Normal"/>
        <w:ind w:left="1428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mc:AlternateContent>
        <mc:Choice Requires="wps">
          <w:drawing>
            <wp:anchor behindDoc="1" distT="0" distB="635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stroked="f" o:allowincell="f" style="position:absolute;margin-left:223.65pt;margin-top:0.05pt;width:6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rFonts w:eastAsia="Times New Roman" w:cs="Times New Roman"/>
        <w:b w:val="false"/>
        <w:bCs w:val="false"/>
        <w:i w:val="false"/>
        <w:color w:val="auto"/>
        <w:spacing w:val="-4"/>
        <w:kern w:val="0"/>
        <w:sz w:val="20"/>
        <w:szCs w:val="20"/>
        <w:lang w:val="cs-CZ" w:eastAsia="cs-CZ" w:bidi="ar-SA"/>
      </w:rPr>
      <w:t>TDS rybník Maršovice.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d775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dd7753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dd7753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dd7753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dd7753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dd7753"/>
    <w:pPr>
      <w:ind w:left="566" w:hanging="283"/>
    </w:pPr>
    <w:rPr/>
  </w:style>
  <w:style w:type="paragraph" w:styleId="Nzev">
    <w:name w:val="Title"/>
    <w:basedOn w:val="Normal"/>
    <w:qFormat/>
    <w:rsid w:val="00dd7753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dd7753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dd7753"/>
    <w:pPr/>
    <w:rPr/>
  </w:style>
  <w:style w:type="paragraph" w:styleId="Annotationtext">
    <w:name w:val="annotation text"/>
    <w:basedOn w:val="Normal"/>
    <w:link w:val="TextkomenteChar"/>
    <w:semiHidden/>
    <w:qFormat/>
    <w:rsid w:val="00dd7753"/>
    <w:pPr/>
    <w:rPr/>
  </w:style>
  <w:style w:type="paragraph" w:styleId="Odrky" w:customStyle="1">
    <w:name w:val="odr‡ěky"/>
    <w:basedOn w:val="Normal"/>
    <w:qFormat/>
    <w:rsid w:val="00dd7753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47</TotalTime>
  <Application>LibreOffice/7.2.7.2$Windows_X86_64 LibreOffice_project/8d71d29d553c0f7dcbfa38fbfda25ee34cce99a2</Application>
  <AppVersion>15.0000</AppVersion>
  <Pages>3</Pages>
  <Words>747</Words>
  <Characters>4912</Characters>
  <CharactersWithSpaces>5589</CharactersWithSpaces>
  <Paragraphs>50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2018-10-09T06:13:00Z</dcterms:created>
  <dc:creator>ing. Jaroslav Dufek</dc:creator>
  <dc:description/>
  <dc:language>cs-CZ</dc:language>
  <cp:lastModifiedBy/>
  <cp:lastPrinted>2013-04-22T13:00:00Z</cp:lastPrinted>
  <dcterms:modified xsi:type="dcterms:W3CDTF">2024-01-11T12:51:24Z</dcterms:modified>
  <cp:revision>19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